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62568A" w:rsidRDefault="003A52A1" w:rsidP="003A52A1">
      <w:pPr>
        <w:jc w:val="center"/>
        <w:rPr>
          <w:rFonts w:asciiTheme="minorHAnsi" w:hAnsiTheme="minorHAnsi" w:cstheme="minorHAnsi"/>
          <w:b/>
        </w:rPr>
      </w:pPr>
      <w:r w:rsidRPr="0062568A">
        <w:rPr>
          <w:rFonts w:asciiTheme="minorHAnsi" w:hAnsiTheme="minorHAnsi" w:cstheme="minorHAnsi"/>
          <w:b/>
        </w:rPr>
        <w:t>SELECTION DE REFERENCES DE MOINS DE 3 ANS SIGNIFICATIVES VIS-A-VIS DU MARCHE</w:t>
      </w:r>
    </w:p>
    <w:p w:rsidR="003A52A1" w:rsidRPr="0062568A" w:rsidRDefault="003A52A1" w:rsidP="003A52A1">
      <w:pPr>
        <w:rPr>
          <w:rFonts w:asciiTheme="minorHAnsi" w:hAnsiTheme="minorHAnsi" w:cstheme="minorHAnsi"/>
        </w:rPr>
      </w:pPr>
      <w:r w:rsidRPr="0062568A">
        <w:rPr>
          <w:rFonts w:asciiTheme="minorHAnsi" w:hAnsiTheme="minorHAnsi" w:cstheme="minorHAnsi"/>
        </w:rPr>
        <w:t>PRESTATAIRE :</w:t>
      </w:r>
    </w:p>
    <w:p w:rsidR="004E2E80" w:rsidRPr="0062568A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62568A" w:rsidRPr="0062568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62568A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bookmarkStart w:id="0" w:name="_GoBack" w:colFirst="0" w:colLast="0"/>
            <w:r w:rsidRPr="0062568A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62568A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62568A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62568A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62568A">
              <w:rPr>
                <w:rFonts w:asciiTheme="minorHAnsi" w:hAnsiTheme="minorHAnsi" w:cstheme="minorHAnsi"/>
              </w:rPr>
              <w:t xml:space="preserve">Nature des services </w:t>
            </w:r>
            <w:r w:rsidRPr="0062568A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62568A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62568A">
              <w:rPr>
                <w:rFonts w:asciiTheme="minorHAnsi" w:hAnsiTheme="minorHAnsi" w:cstheme="minorHAnsi"/>
              </w:rPr>
              <w:t>C</w:t>
            </w:r>
            <w:r w:rsidR="004E2E80" w:rsidRPr="0062568A">
              <w:rPr>
                <w:rFonts w:asciiTheme="minorHAnsi" w:hAnsiTheme="minorHAnsi" w:cstheme="minorHAnsi"/>
              </w:rPr>
              <w:t>oût des services (</w:t>
            </w:r>
            <w:r w:rsidR="0062568A" w:rsidRPr="0062568A">
              <w:rPr>
                <w:rFonts w:asciiTheme="minorHAnsi" w:hAnsiTheme="minorHAnsi" w:cstheme="minorHAnsi"/>
              </w:rPr>
              <w:t xml:space="preserve">en € </w:t>
            </w:r>
            <w:r w:rsidR="004E2E80" w:rsidRPr="0062568A">
              <w:rPr>
                <w:rFonts w:asciiTheme="minorHAnsi" w:hAnsiTheme="minorHAnsi" w:cstheme="minorHAnsi"/>
              </w:rPr>
              <w:t>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62568A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62568A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62568A" w:rsidRPr="0062568A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62568A" w:rsidRPr="0062568A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62568A" w:rsidRPr="0062568A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62568A" w:rsidRPr="0062568A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62568A" w:rsidRPr="0062568A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62568A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bookmarkEnd w:id="0"/>
    <w:p w:rsidR="003A52A1" w:rsidRPr="0062568A" w:rsidRDefault="003A52A1" w:rsidP="003A52A1">
      <w:pPr>
        <w:rPr>
          <w:rFonts w:asciiTheme="minorHAnsi" w:hAnsiTheme="minorHAnsi" w:cstheme="minorHAnsi"/>
        </w:rPr>
      </w:pPr>
      <w:r w:rsidRPr="0062568A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Pr="0062568A" w:rsidRDefault="003A52A1" w:rsidP="003A52A1">
      <w:pPr>
        <w:autoSpaceDE w:val="0"/>
        <w:autoSpaceDN w:val="0"/>
        <w:adjustRightInd w:val="0"/>
        <w:spacing w:before="60"/>
        <w:jc w:val="both"/>
      </w:pPr>
    </w:p>
    <w:p w:rsidR="003A52A1" w:rsidRPr="0062568A" w:rsidRDefault="003A52A1"/>
    <w:sectPr w:rsidR="003A52A1" w:rsidRPr="0062568A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68A" w:rsidRDefault="0062568A">
      <w:r>
        <w:separator/>
      </w:r>
    </w:p>
  </w:endnote>
  <w:endnote w:type="continuationSeparator" w:id="0">
    <w:p w:rsidR="0062568A" w:rsidRDefault="0062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68A" w:rsidRDefault="0062568A">
      <w:r>
        <w:separator/>
      </w:r>
    </w:p>
  </w:footnote>
  <w:footnote w:type="continuationSeparator" w:id="0">
    <w:p w:rsidR="0062568A" w:rsidRDefault="00625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68A" w:rsidRPr="0062568A" w:rsidRDefault="0062568A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62568A">
      <w:rPr>
        <w:rFonts w:asciiTheme="minorHAnsi" w:hAnsiTheme="minorHAnsi" w:cstheme="minorHAnsi"/>
        <w:sz w:val="18"/>
        <w:szCs w:val="18"/>
      </w:rPr>
      <w:t xml:space="preserve">Entretien ménager des monopropriétés communales </w:t>
    </w:r>
  </w:p>
  <w:p w:rsidR="004E2E80" w:rsidRPr="0062568A" w:rsidRDefault="0062568A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62568A">
      <w:rPr>
        <w:rFonts w:asciiTheme="minorHAnsi" w:hAnsiTheme="minorHAnsi" w:cstheme="minorHAnsi"/>
        <w:sz w:val="18"/>
        <w:szCs w:val="18"/>
      </w:rPr>
      <w:t>March</w:t>
    </w:r>
    <w:r w:rsidR="004E2E80" w:rsidRPr="0062568A">
      <w:rPr>
        <w:rFonts w:asciiTheme="minorHAnsi" w:hAnsiTheme="minorHAnsi" w:cstheme="minorHAnsi"/>
        <w:sz w:val="18"/>
        <w:szCs w:val="18"/>
      </w:rPr>
      <w:t xml:space="preserve">é n° </w:t>
    </w:r>
    <w:r w:rsidRPr="0062568A">
      <w:rPr>
        <w:rFonts w:asciiTheme="minorHAnsi" w:hAnsiTheme="minorHAnsi" w:cstheme="minorHAnsi"/>
        <w:sz w:val="18"/>
        <w:szCs w:val="18"/>
      </w:rPr>
      <w:t>2025-028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8A"/>
    <w:rsid w:val="00163D20"/>
    <w:rsid w:val="002B449E"/>
    <w:rsid w:val="003A52A1"/>
    <w:rsid w:val="004E2E80"/>
    <w:rsid w:val="0062568A"/>
    <w:rsid w:val="0074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D9E84"/>
  <w15:chartTrackingRefBased/>
  <w15:docId w15:val="{8FF45CF3-9839-4316-93E8-C9415712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2</TotalTime>
  <Pages>1</Pages>
  <Words>91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Dornier-Bost Agathe</dc:creator>
  <cp:keywords/>
  <dc:description/>
  <cp:lastModifiedBy>Dornier-Bost Agathe</cp:lastModifiedBy>
  <cp:revision>1</cp:revision>
  <dcterms:created xsi:type="dcterms:W3CDTF">2025-05-22T10:26:00Z</dcterms:created>
  <dcterms:modified xsi:type="dcterms:W3CDTF">2025-05-22T10:28:00Z</dcterms:modified>
</cp:coreProperties>
</file>