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B247E5" w:rsidRDefault="003A52A1" w:rsidP="003A52A1">
      <w:pPr>
        <w:jc w:val="center"/>
        <w:rPr>
          <w:rFonts w:asciiTheme="minorHAnsi" w:hAnsiTheme="minorHAnsi" w:cstheme="minorHAnsi"/>
          <w:b/>
        </w:rPr>
      </w:pPr>
      <w:r w:rsidRPr="00B247E5">
        <w:rPr>
          <w:rFonts w:asciiTheme="minorHAnsi" w:hAnsiTheme="minorHAnsi" w:cstheme="minorHAnsi"/>
          <w:b/>
        </w:rPr>
        <w:t>SELECTION DE REFERENCES DE MOINS DE 3 ANS SIGNIFICATIVES VIS-A-VIS DU MARCHE</w:t>
      </w:r>
    </w:p>
    <w:p w:rsidR="003A52A1" w:rsidRPr="00B247E5" w:rsidRDefault="003A52A1" w:rsidP="003A52A1">
      <w:pPr>
        <w:rPr>
          <w:rFonts w:asciiTheme="minorHAnsi" w:hAnsiTheme="minorHAnsi" w:cstheme="minorHAnsi"/>
        </w:rPr>
      </w:pPr>
      <w:r w:rsidRPr="00B247E5">
        <w:rPr>
          <w:rFonts w:asciiTheme="minorHAnsi" w:hAnsiTheme="minorHAnsi" w:cstheme="minorHAnsi"/>
        </w:rPr>
        <w:t>PRESTATAIRE :</w:t>
      </w:r>
    </w:p>
    <w:p w:rsidR="004E2E80" w:rsidRPr="00B247E5" w:rsidRDefault="004E2E80" w:rsidP="003A52A1">
      <w:pPr>
        <w:rPr>
          <w:rFonts w:asciiTheme="minorHAnsi" w:hAnsiTheme="minorHAnsi" w:cstheme="minorHAnsi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B247E5" w:rsidRPr="00B247E5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B247E5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B247E5">
              <w:rPr>
                <w:rFonts w:asciiTheme="minorHAnsi" w:hAnsiTheme="minorHAnsi" w:cstheme="minorHAnsi"/>
              </w:rPr>
              <w:t>Client (nom, adresse, nom du chargé du dossier, téléphone)</w:t>
            </w:r>
          </w:p>
          <w:p w:rsidR="004E2E80" w:rsidRPr="00B247E5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B247E5">
              <w:rPr>
                <w:rFonts w:asciiTheme="minorHAnsi" w:hAnsiTheme="minorHAnsi" w:cstheme="minorHAnsi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B247E5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B247E5">
              <w:rPr>
                <w:rFonts w:asciiTheme="minorHAnsi" w:hAnsiTheme="minorHAnsi" w:cstheme="minorHAnsi"/>
              </w:rPr>
              <w:t xml:space="preserve">Nature des services </w:t>
            </w:r>
            <w:r w:rsidRPr="00B247E5">
              <w:rPr>
                <w:rFonts w:asciiTheme="minorHAnsi" w:hAnsiTheme="minorHAnsi" w:cstheme="minorHAnsi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B247E5" w:rsidRDefault="00742E0F" w:rsidP="004E2E80">
            <w:pPr>
              <w:jc w:val="center"/>
              <w:rPr>
                <w:rFonts w:asciiTheme="minorHAnsi" w:hAnsiTheme="minorHAnsi" w:cstheme="minorHAnsi"/>
              </w:rPr>
            </w:pPr>
            <w:r w:rsidRPr="00B247E5">
              <w:rPr>
                <w:rFonts w:asciiTheme="minorHAnsi" w:hAnsiTheme="minorHAnsi" w:cstheme="minorHAnsi"/>
              </w:rPr>
              <w:t>C</w:t>
            </w:r>
            <w:r w:rsidR="004E2E80" w:rsidRPr="00B247E5">
              <w:rPr>
                <w:rFonts w:asciiTheme="minorHAnsi" w:hAnsiTheme="minorHAnsi" w:cstheme="minorHAnsi"/>
              </w:rPr>
              <w:t>oût des services</w:t>
            </w:r>
            <w:r w:rsidR="00B247E5" w:rsidRPr="00B247E5">
              <w:rPr>
                <w:rFonts w:asciiTheme="minorHAnsi" w:hAnsiTheme="minorHAnsi" w:cstheme="minorHAnsi"/>
              </w:rPr>
              <w:t xml:space="preserve"> en € HT 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E2E80" w:rsidRPr="00B247E5" w:rsidRDefault="004E2E80" w:rsidP="004E2E80">
            <w:pPr>
              <w:ind w:right="150"/>
              <w:jc w:val="center"/>
              <w:rPr>
                <w:rFonts w:asciiTheme="minorHAnsi" w:hAnsiTheme="minorHAnsi" w:cstheme="minorHAnsi"/>
              </w:rPr>
            </w:pPr>
            <w:r w:rsidRPr="00B247E5">
              <w:rPr>
                <w:rFonts w:asciiTheme="minorHAnsi" w:hAnsiTheme="minorHAnsi" w:cstheme="minorHAnsi"/>
              </w:rPr>
              <w:t>Date d'exécution</w:t>
            </w:r>
          </w:p>
        </w:tc>
      </w:tr>
      <w:tr w:rsidR="00B247E5" w:rsidRPr="00B247E5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B247E5" w:rsidRPr="00B247E5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B247E5" w:rsidRPr="00B247E5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B247E5" w:rsidRPr="00B247E5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B247E5" w:rsidRPr="00B247E5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B247E5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</w:tbl>
    <w:p w:rsidR="003A52A1" w:rsidRPr="00B247E5" w:rsidRDefault="003A52A1" w:rsidP="003A52A1">
      <w:pPr>
        <w:rPr>
          <w:rFonts w:asciiTheme="minorHAnsi" w:hAnsiTheme="minorHAnsi" w:cstheme="minorHAnsi"/>
        </w:rPr>
      </w:pPr>
      <w:r w:rsidRPr="00B247E5">
        <w:rPr>
          <w:rFonts w:asciiTheme="minorHAnsi" w:hAnsiTheme="minorHAnsi" w:cstheme="minorHAnsi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:rsidR="003A52A1" w:rsidRPr="00B247E5" w:rsidRDefault="003A52A1" w:rsidP="003A52A1">
      <w:pPr>
        <w:autoSpaceDE w:val="0"/>
        <w:autoSpaceDN w:val="0"/>
        <w:adjustRightInd w:val="0"/>
        <w:spacing w:before="60"/>
        <w:jc w:val="both"/>
      </w:pPr>
    </w:p>
    <w:p w:rsidR="003A52A1" w:rsidRPr="00B247E5" w:rsidRDefault="003A52A1"/>
    <w:sectPr w:rsidR="003A52A1" w:rsidRPr="00B247E5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7E5" w:rsidRDefault="00B247E5">
      <w:r>
        <w:separator/>
      </w:r>
    </w:p>
  </w:endnote>
  <w:endnote w:type="continuationSeparator" w:id="0">
    <w:p w:rsidR="00B247E5" w:rsidRDefault="00B24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7E5" w:rsidRDefault="00B247E5">
      <w:r>
        <w:separator/>
      </w:r>
    </w:p>
  </w:footnote>
  <w:footnote w:type="continuationSeparator" w:id="0">
    <w:p w:rsidR="00B247E5" w:rsidRDefault="00B24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7E5" w:rsidRPr="00B247E5" w:rsidRDefault="00B247E5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B247E5">
      <w:rPr>
        <w:rFonts w:asciiTheme="minorHAnsi" w:hAnsiTheme="minorHAnsi" w:cstheme="minorHAnsi"/>
        <w:sz w:val="18"/>
        <w:szCs w:val="18"/>
      </w:rPr>
      <w:t>Prestations de traiteur et de livraison de plateaux repas festifs pour les séniors garennois</w:t>
    </w:r>
  </w:p>
  <w:p w:rsidR="004E2E80" w:rsidRPr="00B247E5" w:rsidRDefault="004E2E80" w:rsidP="004E2E80">
    <w:pPr>
      <w:pStyle w:val="En-tte"/>
      <w:jc w:val="center"/>
    </w:pPr>
    <w:r w:rsidRPr="00B247E5">
      <w:rPr>
        <w:rFonts w:asciiTheme="minorHAnsi" w:hAnsiTheme="minorHAnsi" w:cstheme="minorHAnsi"/>
        <w:sz w:val="18"/>
        <w:szCs w:val="18"/>
      </w:rPr>
      <w:t xml:space="preserve">Marché n° </w:t>
    </w:r>
    <w:r w:rsidR="00B247E5" w:rsidRPr="00B247E5">
      <w:rPr>
        <w:rFonts w:asciiTheme="minorHAnsi" w:hAnsiTheme="minorHAnsi" w:cstheme="minorHAnsi"/>
        <w:sz w:val="18"/>
        <w:szCs w:val="18"/>
      </w:rPr>
      <w:t>2025-031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7E5"/>
    <w:rsid w:val="00163D20"/>
    <w:rsid w:val="002B449E"/>
    <w:rsid w:val="003A52A1"/>
    <w:rsid w:val="004E2E80"/>
    <w:rsid w:val="00742E0F"/>
    <w:rsid w:val="00B2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090FB"/>
  <w15:chartTrackingRefBased/>
  <w15:docId w15:val="{6C04FEEC-BA8A-4B49-8BD1-B7BEFD98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MARCHES%20PUBLICS\1.%20Proc&#233;dures\4.%20MODELES\1.%20R&#233;daction%20DCE\01.1%20Cadre%20de%20r&#233;f&#233;rences%20V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01.1 Cadre de références V0</Template>
  <TotalTime>19</TotalTime>
  <Pages>1</Pages>
  <Words>91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Dornier-Bost Agathe</dc:creator>
  <cp:keywords/>
  <dc:description/>
  <cp:lastModifiedBy>Dornier-Bost Agathe</cp:lastModifiedBy>
  <cp:revision>1</cp:revision>
  <dcterms:created xsi:type="dcterms:W3CDTF">2025-05-16T13:15:00Z</dcterms:created>
  <dcterms:modified xsi:type="dcterms:W3CDTF">2025-05-16T13:35:00Z</dcterms:modified>
</cp:coreProperties>
</file>