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481AD4" w:rsidRDefault="003A52A1" w:rsidP="003A52A1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481AD4">
        <w:rPr>
          <w:rFonts w:asciiTheme="minorHAnsi" w:hAnsiTheme="minorHAnsi" w:cstheme="minorHAnsi"/>
          <w:b/>
        </w:rPr>
        <w:t xml:space="preserve">SELECTION DE REFERENCES DE MOINS DE </w:t>
      </w:r>
      <w:r w:rsidR="00481AD4" w:rsidRPr="00481AD4">
        <w:rPr>
          <w:rFonts w:asciiTheme="minorHAnsi" w:hAnsiTheme="minorHAnsi" w:cstheme="minorHAnsi"/>
          <w:b/>
        </w:rPr>
        <w:t>3 ANS</w:t>
      </w:r>
      <w:r w:rsidRPr="00481AD4">
        <w:rPr>
          <w:rFonts w:asciiTheme="minorHAnsi" w:hAnsiTheme="minorHAnsi" w:cstheme="minorHAnsi"/>
          <w:b/>
        </w:rPr>
        <w:t xml:space="preserve"> SIGNIFICATIVES VIS-A-VIS DU MARCHE</w:t>
      </w:r>
    </w:p>
    <w:p w:rsidR="003A52A1" w:rsidRPr="00481AD4" w:rsidRDefault="003A52A1" w:rsidP="003A52A1">
      <w:pPr>
        <w:rPr>
          <w:rFonts w:asciiTheme="minorHAnsi" w:hAnsiTheme="minorHAnsi" w:cstheme="minorHAnsi"/>
        </w:rPr>
      </w:pPr>
      <w:r w:rsidRPr="00481AD4">
        <w:rPr>
          <w:rFonts w:asciiTheme="minorHAnsi" w:hAnsiTheme="minorHAnsi" w:cstheme="minorHAnsi"/>
        </w:rPr>
        <w:t>PRESTATAIRE :</w:t>
      </w:r>
    </w:p>
    <w:p w:rsidR="004E2E80" w:rsidRPr="00481AD4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81AD4" w:rsidRPr="00481AD4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81AD4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81AD4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481AD4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81AD4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81AD4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81AD4">
              <w:rPr>
                <w:rFonts w:asciiTheme="minorHAnsi" w:hAnsiTheme="minorHAnsi" w:cstheme="minorHAnsi"/>
              </w:rPr>
              <w:t xml:space="preserve">Nature des services </w:t>
            </w:r>
            <w:r w:rsidRPr="00481AD4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81AD4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481AD4">
              <w:rPr>
                <w:rFonts w:asciiTheme="minorHAnsi" w:hAnsiTheme="minorHAnsi" w:cstheme="minorHAnsi"/>
              </w:rPr>
              <w:t>C</w:t>
            </w:r>
            <w:r w:rsidR="004E2E80" w:rsidRPr="00481AD4">
              <w:rPr>
                <w:rFonts w:asciiTheme="minorHAnsi" w:hAnsiTheme="minorHAnsi" w:cstheme="minorHAnsi"/>
              </w:rPr>
              <w:t>oût des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481AD4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481AD4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481AD4" w:rsidRPr="00481AD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81AD4" w:rsidRPr="00481AD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81AD4" w:rsidRPr="00481AD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81AD4" w:rsidRPr="00481AD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81AD4" w:rsidRPr="00481AD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481AD4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3A52A1" w:rsidRPr="00481AD4" w:rsidRDefault="003A52A1" w:rsidP="003A52A1">
      <w:pPr>
        <w:rPr>
          <w:rFonts w:asciiTheme="minorHAnsi" w:hAnsiTheme="minorHAnsi" w:cstheme="minorHAnsi"/>
        </w:rPr>
      </w:pPr>
      <w:r w:rsidRPr="00481AD4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AD4" w:rsidRDefault="00481AD4">
      <w:r>
        <w:separator/>
      </w:r>
    </w:p>
  </w:endnote>
  <w:endnote w:type="continuationSeparator" w:id="0">
    <w:p w:rsidR="00481AD4" w:rsidRDefault="0048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AD4" w:rsidRDefault="00481AD4">
      <w:r>
        <w:separator/>
      </w:r>
    </w:p>
  </w:footnote>
  <w:footnote w:type="continuationSeparator" w:id="0">
    <w:p w:rsidR="00481AD4" w:rsidRDefault="0048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Pr="00481AD4" w:rsidRDefault="00481AD4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481AD4">
      <w:rPr>
        <w:rFonts w:asciiTheme="minorHAnsi" w:hAnsiTheme="minorHAnsi" w:cstheme="minorHAnsi"/>
        <w:sz w:val="18"/>
        <w:szCs w:val="18"/>
      </w:rPr>
      <w:t>Location, gestion et animation d’une patinoire mobile</w:t>
    </w:r>
  </w:p>
  <w:p w:rsidR="004E2E80" w:rsidRPr="00481AD4" w:rsidRDefault="004E2E80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481AD4">
      <w:rPr>
        <w:rFonts w:asciiTheme="minorHAnsi" w:hAnsiTheme="minorHAnsi" w:cstheme="minorHAnsi"/>
        <w:sz w:val="18"/>
        <w:szCs w:val="18"/>
      </w:rPr>
      <w:t xml:space="preserve">Marché n° </w:t>
    </w:r>
    <w:r w:rsidR="00481AD4" w:rsidRPr="00481AD4">
      <w:rPr>
        <w:rFonts w:asciiTheme="minorHAnsi" w:hAnsiTheme="minorHAnsi" w:cstheme="minorHAnsi"/>
        <w:sz w:val="18"/>
        <w:szCs w:val="18"/>
      </w:rPr>
      <w:t>2025-034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D4"/>
    <w:rsid w:val="00163D20"/>
    <w:rsid w:val="002B449E"/>
    <w:rsid w:val="003A52A1"/>
    <w:rsid w:val="00481AD4"/>
    <w:rsid w:val="004E2E80"/>
    <w:rsid w:val="0074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83B52"/>
  <w15:chartTrackingRefBased/>
  <w15:docId w15:val="{CCF512FC-BA5D-49F3-AAFC-3DFBF423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Bertrand Julien</dc:creator>
  <cp:keywords/>
  <dc:description/>
  <cp:lastModifiedBy>Bertrand Julien</cp:lastModifiedBy>
  <cp:revision>1</cp:revision>
  <dcterms:created xsi:type="dcterms:W3CDTF">2025-07-03T16:16:00Z</dcterms:created>
  <dcterms:modified xsi:type="dcterms:W3CDTF">2025-07-03T16:17:00Z</dcterms:modified>
</cp:coreProperties>
</file>